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521DA3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2C7AB6" w:rsidTr="002C7AB6">
        <w:tc>
          <w:tcPr>
            <w:tcW w:w="5428" w:type="dxa"/>
          </w:tcPr>
          <w:p w:rsidR="00190FF9" w:rsidRPr="002C7AB6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521DA3">
            <w:pPr>
              <w:rPr>
                <w:rFonts w:ascii="Times New Roman" w:hAnsi="Times New Roman"/>
                <w:sz w:val="28"/>
                <w:szCs w:val="28"/>
              </w:rPr>
            </w:pPr>
            <w:r w:rsidRPr="002C7AB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186B7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681E04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6E3BD8" w:rsidRDefault="006E3BD8" w:rsidP="00521D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6E3BD8" w:rsidRPr="002C7AB6" w:rsidRDefault="006E3BD8" w:rsidP="00521D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521DA3" w:rsidRPr="002C7AB6" w:rsidTr="002C7AB6">
        <w:tc>
          <w:tcPr>
            <w:tcW w:w="5428" w:type="dxa"/>
          </w:tcPr>
          <w:p w:rsidR="00521DA3" w:rsidRPr="002C7AB6" w:rsidRDefault="00521DA3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521DA3" w:rsidRPr="002C7AB6" w:rsidRDefault="00F271B9" w:rsidP="00521DA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  <w:bookmarkStart w:id="0" w:name="_GoBack"/>
            <w:bookmarkEnd w:id="0"/>
          </w:p>
        </w:tc>
      </w:tr>
      <w:tr w:rsidR="00521DA3" w:rsidRPr="002C7AB6" w:rsidTr="002C7AB6">
        <w:tc>
          <w:tcPr>
            <w:tcW w:w="5428" w:type="dxa"/>
          </w:tcPr>
          <w:p w:rsidR="00521DA3" w:rsidRPr="002C7AB6" w:rsidRDefault="00521DA3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521DA3" w:rsidRPr="002C7AB6" w:rsidRDefault="00521DA3" w:rsidP="00521DA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21DA3" w:rsidRDefault="00521DA3" w:rsidP="00186B77">
      <w:pPr>
        <w:jc w:val="center"/>
        <w:rPr>
          <w:rFonts w:ascii="Times New Roman" w:hAnsi="Times New Roman"/>
          <w:sz w:val="28"/>
          <w:szCs w:val="28"/>
        </w:rPr>
      </w:pPr>
    </w:p>
    <w:p w:rsidR="00186B77" w:rsidRPr="00186B77" w:rsidRDefault="00186B77" w:rsidP="00186B77">
      <w:pPr>
        <w:jc w:val="center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Региональный перечень</w:t>
      </w:r>
    </w:p>
    <w:p w:rsidR="00521DA3" w:rsidRDefault="00186B77" w:rsidP="00186B77">
      <w:pPr>
        <w:jc w:val="center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минимума необходимых работ (услуг), выполняемых в период</w:t>
      </w:r>
    </w:p>
    <w:p w:rsidR="00521DA3" w:rsidRDefault="00186B77" w:rsidP="00186B77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186B77">
        <w:rPr>
          <w:rFonts w:ascii="Times New Roman" w:hAnsi="Times New Roman"/>
          <w:sz w:val="28"/>
          <w:szCs w:val="28"/>
        </w:rPr>
        <w:t>проведения забастовки работниками организаций (филиалов,</w:t>
      </w:r>
      <w:proofErr w:type="gramEnd"/>
    </w:p>
    <w:p w:rsidR="00521DA3" w:rsidRDefault="00186B77" w:rsidP="00186B77">
      <w:pPr>
        <w:jc w:val="center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представительств или иных обособленных структурных</w:t>
      </w:r>
    </w:p>
    <w:p w:rsidR="00521DA3" w:rsidRDefault="00186B77" w:rsidP="00186B77">
      <w:pPr>
        <w:jc w:val="center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подразделений), индивидуальных предпринимателей в сфере</w:t>
      </w:r>
    </w:p>
    <w:p w:rsidR="00521DA3" w:rsidRDefault="00186B77" w:rsidP="00186B77">
      <w:pPr>
        <w:jc w:val="center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информационных технологий, электросвязи, почтовой связи,</w:t>
      </w:r>
    </w:p>
    <w:p w:rsidR="00521DA3" w:rsidRDefault="00186B77" w:rsidP="00186B77">
      <w:pPr>
        <w:jc w:val="center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массовых коммуникаций и средств массовой информации,</w:t>
      </w:r>
    </w:p>
    <w:p w:rsidR="00521DA3" w:rsidRDefault="00186B77" w:rsidP="00186B77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186B77">
        <w:rPr>
          <w:rFonts w:ascii="Times New Roman" w:hAnsi="Times New Roman"/>
          <w:sz w:val="28"/>
          <w:szCs w:val="28"/>
        </w:rPr>
        <w:t>деятельность</w:t>
      </w:r>
      <w:proofErr w:type="gramEnd"/>
      <w:r w:rsidRPr="00186B77">
        <w:rPr>
          <w:rFonts w:ascii="Times New Roman" w:hAnsi="Times New Roman"/>
          <w:sz w:val="28"/>
          <w:szCs w:val="28"/>
        </w:rPr>
        <w:t xml:space="preserve"> которых связана с безопасностью людей,</w:t>
      </w:r>
    </w:p>
    <w:p w:rsidR="00186B77" w:rsidRPr="00186B77" w:rsidRDefault="00186B77" w:rsidP="00186B77">
      <w:pPr>
        <w:jc w:val="center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обеспечением их здоровья и жизненно важных интересов общества</w:t>
      </w:r>
    </w:p>
    <w:p w:rsidR="00186B77" w:rsidRPr="00186B77" w:rsidRDefault="00186B77" w:rsidP="00186B77">
      <w:pPr>
        <w:jc w:val="center"/>
        <w:rPr>
          <w:rFonts w:ascii="Times New Roman" w:hAnsi="Times New Roman"/>
          <w:sz w:val="28"/>
          <w:szCs w:val="28"/>
        </w:rPr>
      </w:pPr>
    </w:p>
    <w:p w:rsidR="00186B77" w:rsidRPr="00186B77" w:rsidRDefault="003B234A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521DA3">
        <w:rPr>
          <w:rFonts w:ascii="Times New Roman" w:hAnsi="Times New Roman"/>
          <w:sz w:val="28"/>
          <w:szCs w:val="28"/>
        </w:rPr>
        <w:t> </w:t>
      </w:r>
      <w:r w:rsidR="00186B77" w:rsidRPr="00186B77">
        <w:rPr>
          <w:rFonts w:ascii="Times New Roman" w:hAnsi="Times New Roman"/>
          <w:sz w:val="28"/>
          <w:szCs w:val="28"/>
        </w:rPr>
        <w:t xml:space="preserve">Работы дежурного персонала по обеспечению предупреждения                           и ликвидации чрезвычайных ситуаций (далее – ЧС), обеспечению бесперебойного электро- и теплоснабжения, пожарной безопасности; энергетических установок, вентиляционных установок и связанных с ними санитарно-технических служб организаций, а также поддержанию </w:t>
      </w:r>
      <w:r w:rsidR="00DE17F2">
        <w:rPr>
          <w:rFonts w:ascii="Times New Roman" w:hAnsi="Times New Roman"/>
          <w:sz w:val="28"/>
          <w:szCs w:val="28"/>
        </w:rPr>
        <w:t xml:space="preserve">систем сигнализации и оповещения в работоспособном состоянии; по обеспечению функционирования каналов связи и оборудования в целях организации бесперебойной связи </w:t>
      </w:r>
      <w:r w:rsidR="00186B77" w:rsidRPr="00186B77">
        <w:rPr>
          <w:rFonts w:ascii="Times New Roman" w:hAnsi="Times New Roman"/>
          <w:sz w:val="28"/>
          <w:szCs w:val="28"/>
        </w:rPr>
        <w:t>с экстренными службами (службами быстрого реагирования), органами государственной власти, органами местного самоуправления, осуществляющими функции в области безопасности, обороны, защиты населения и территорий от ЧС.</w:t>
      </w:r>
    </w:p>
    <w:p w:rsidR="00186B77" w:rsidRPr="00186B77" w:rsidRDefault="003B234A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21DA3">
        <w:rPr>
          <w:rFonts w:ascii="Times New Roman" w:hAnsi="Times New Roman"/>
          <w:sz w:val="28"/>
          <w:szCs w:val="28"/>
        </w:rPr>
        <w:t> </w:t>
      </w:r>
      <w:r w:rsidR="00186B77" w:rsidRPr="00186B77">
        <w:rPr>
          <w:rFonts w:ascii="Times New Roman" w:hAnsi="Times New Roman"/>
          <w:sz w:val="28"/>
          <w:szCs w:val="28"/>
        </w:rPr>
        <w:t>Выполнение работ по организации и обеспечению комплексной безопасности, в том числе осуществление деятельности по информационной безопасности, антитеррористической защищенности объектов связи, инженерно-те</w:t>
      </w:r>
      <w:r w:rsidR="00EA2296">
        <w:rPr>
          <w:rFonts w:ascii="Times New Roman" w:hAnsi="Times New Roman"/>
          <w:sz w:val="28"/>
          <w:szCs w:val="28"/>
        </w:rPr>
        <w:t>хнической безопасности и охраны;</w:t>
      </w:r>
      <w:r w:rsidR="00186B77" w:rsidRPr="00186B77">
        <w:rPr>
          <w:rFonts w:ascii="Times New Roman" w:hAnsi="Times New Roman"/>
          <w:sz w:val="28"/>
          <w:szCs w:val="28"/>
        </w:rPr>
        <w:t xml:space="preserve"> экономической безопасности; взаимодействию с органами государственной власти, иными органами и организациями по вопросам обеспечения безопасности.</w:t>
      </w:r>
    </w:p>
    <w:p w:rsidR="00186B77" w:rsidRPr="00186B77" w:rsidRDefault="00186B77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3.</w:t>
      </w:r>
      <w:r w:rsidR="00521DA3">
        <w:rPr>
          <w:rFonts w:ascii="Times New Roman" w:hAnsi="Times New Roman"/>
          <w:sz w:val="28"/>
          <w:szCs w:val="28"/>
        </w:rPr>
        <w:t> </w:t>
      </w:r>
      <w:r w:rsidRPr="00186B77">
        <w:rPr>
          <w:rFonts w:ascii="Times New Roman" w:hAnsi="Times New Roman"/>
          <w:sz w:val="28"/>
          <w:szCs w:val="28"/>
        </w:rPr>
        <w:t>Проведение работ по оперативному и оперативно-диспетчерскому управлению сетями связи для предупреждения аварий на линиях и объектах связи; оперативно-техническому управлению сетью связи общего пользования; работ (услуг) для нужд органов государственной власти, обороны страны, безопасности государства и обеспечения правопорядка, для аварийно-спасательных служб, медицинских организаций и организаций социальной сферы, стратегически важных объектов и предприятий, учреждений уголовно-исполнительной системы, организаций торговли лекарственными средствами, необходимых для обеспечения выполнения возложенных в соответствии с законодательством Российской Федерации задач.</w:t>
      </w:r>
    </w:p>
    <w:p w:rsidR="00186B77" w:rsidRPr="00186B77" w:rsidRDefault="00186B77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 xml:space="preserve">4. Работы по обеспечению передачи сигналов оповещения и экстренной информации об опасностях, возникающих при угрозе возникновения </w:t>
      </w:r>
      <w:r w:rsidR="00DE17F2">
        <w:rPr>
          <w:rFonts w:ascii="Times New Roman" w:hAnsi="Times New Roman"/>
          <w:sz w:val="28"/>
          <w:szCs w:val="28"/>
        </w:rPr>
        <w:t xml:space="preserve">или </w:t>
      </w:r>
      <w:r w:rsidR="00DE17F2">
        <w:rPr>
          <w:rFonts w:ascii="Times New Roman" w:hAnsi="Times New Roman"/>
          <w:sz w:val="28"/>
          <w:szCs w:val="28"/>
        </w:rPr>
        <w:lastRenderedPageBreak/>
        <w:t xml:space="preserve">возникновении </w:t>
      </w:r>
      <w:r w:rsidR="00521DA3">
        <w:rPr>
          <w:rFonts w:ascii="Times New Roman" w:hAnsi="Times New Roman"/>
          <w:sz w:val="28"/>
          <w:szCs w:val="28"/>
        </w:rPr>
        <w:t>ЧС</w:t>
      </w:r>
      <w:r w:rsidRPr="00186B77">
        <w:rPr>
          <w:rFonts w:ascii="Times New Roman" w:hAnsi="Times New Roman"/>
          <w:sz w:val="28"/>
          <w:szCs w:val="28"/>
        </w:rPr>
        <w:t xml:space="preserve">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:rsidR="00186B77" w:rsidRPr="00186B77" w:rsidRDefault="00186B77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5. Работы по обеспечению возможности круглосуточного бесплатного для</w:t>
      </w:r>
      <w:r w:rsidR="00D41F93">
        <w:rPr>
          <w:rFonts w:ascii="Times New Roman" w:hAnsi="Times New Roman"/>
          <w:sz w:val="28"/>
          <w:szCs w:val="28"/>
        </w:rPr>
        <w:t xml:space="preserve"> пользователя</w:t>
      </w:r>
      <w:r w:rsidRPr="00186B77">
        <w:rPr>
          <w:rFonts w:ascii="Times New Roman" w:hAnsi="Times New Roman"/>
          <w:sz w:val="28"/>
          <w:szCs w:val="28"/>
        </w:rPr>
        <w:t xml:space="preserve"> услугами связи вызова экстренных оперативных служб, в том числе посредством </w:t>
      </w:r>
      <w:r w:rsidR="00D41F93">
        <w:rPr>
          <w:rFonts w:ascii="Times New Roman" w:hAnsi="Times New Roman"/>
          <w:sz w:val="28"/>
          <w:szCs w:val="28"/>
        </w:rPr>
        <w:t xml:space="preserve">набора </w:t>
      </w:r>
      <w:r w:rsidRPr="00186B77">
        <w:rPr>
          <w:rFonts w:ascii="Times New Roman" w:hAnsi="Times New Roman"/>
          <w:sz w:val="28"/>
          <w:szCs w:val="28"/>
        </w:rPr>
        <w:t>единого номера вызова экстренных оперативных служб.</w:t>
      </w:r>
    </w:p>
    <w:p w:rsidR="00186B77" w:rsidRPr="00186B77" w:rsidRDefault="00521DA3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proofErr w:type="gramStart"/>
      <w:r w:rsidR="00186B77" w:rsidRPr="00186B77">
        <w:rPr>
          <w:rFonts w:ascii="Times New Roman" w:hAnsi="Times New Roman"/>
          <w:sz w:val="28"/>
          <w:szCs w:val="28"/>
        </w:rPr>
        <w:t xml:space="preserve">Выполнение полного цикла работ по доставке почтовых отправлений, телеграмм, пенсий и пособий по обязательному государственному </w:t>
      </w:r>
      <w:r w:rsidR="005F3D55">
        <w:rPr>
          <w:rFonts w:ascii="Times New Roman" w:hAnsi="Times New Roman"/>
          <w:sz w:val="28"/>
          <w:szCs w:val="28"/>
        </w:rPr>
        <w:t xml:space="preserve">социальному </w:t>
      </w:r>
      <w:r w:rsidR="00186B77" w:rsidRPr="00186B77">
        <w:rPr>
          <w:rFonts w:ascii="Times New Roman" w:hAnsi="Times New Roman"/>
          <w:sz w:val="28"/>
          <w:szCs w:val="28"/>
        </w:rPr>
        <w:t>страхованию, по доставке и выплате денежных переводов, в том числе выполнение работ по доставке и вручению письменной корреспонденции разряда «судебное», «президентское», «правительственное», «воинское», «служебное», «ответное внутреннее почтовое отправление», «вне категории», «внеочередная», «Президент Российской Федерации», «Председатель Правительства Российской Федерации», «высшая правительственная», по оказанию услуг коллективного</w:t>
      </w:r>
      <w:proofErr w:type="gramEnd"/>
      <w:r w:rsidR="00186B77" w:rsidRPr="00186B77">
        <w:rPr>
          <w:rFonts w:ascii="Times New Roman" w:hAnsi="Times New Roman"/>
          <w:sz w:val="28"/>
          <w:szCs w:val="28"/>
        </w:rPr>
        <w:t xml:space="preserve"> доступа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 xml:space="preserve"> (далее – сеть </w:t>
      </w:r>
      <w:r w:rsidRPr="00186B77">
        <w:rPr>
          <w:rFonts w:ascii="Times New Roman" w:hAnsi="Times New Roman"/>
          <w:sz w:val="28"/>
          <w:szCs w:val="28"/>
        </w:rPr>
        <w:t>«Интернет»</w:t>
      </w:r>
      <w:r>
        <w:rPr>
          <w:rFonts w:ascii="Times New Roman" w:hAnsi="Times New Roman"/>
          <w:sz w:val="28"/>
          <w:szCs w:val="28"/>
        </w:rPr>
        <w:t>)</w:t>
      </w:r>
      <w:r w:rsidR="00186B77" w:rsidRPr="00186B77">
        <w:rPr>
          <w:rFonts w:ascii="Times New Roman" w:hAnsi="Times New Roman"/>
          <w:sz w:val="28"/>
          <w:szCs w:val="28"/>
        </w:rPr>
        <w:t>.</w:t>
      </w:r>
    </w:p>
    <w:p w:rsidR="00186B77" w:rsidRPr="00186B77" w:rsidRDefault="00186B77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7.</w:t>
      </w:r>
      <w:r w:rsidR="00521DA3">
        <w:rPr>
          <w:rFonts w:ascii="Times New Roman" w:hAnsi="Times New Roman"/>
          <w:sz w:val="28"/>
          <w:szCs w:val="28"/>
        </w:rPr>
        <w:t> </w:t>
      </w:r>
      <w:r w:rsidRPr="00186B77">
        <w:rPr>
          <w:rFonts w:ascii="Times New Roman" w:hAnsi="Times New Roman"/>
          <w:sz w:val="28"/>
          <w:szCs w:val="28"/>
        </w:rPr>
        <w:t>Проведение работ (оказание услуг), связанных с комплексом мероприятий по формированию и ведению «Единого реестра доменных имен, указателей страниц сайтов в сети «Интернет» и сетевых адресов, позв</w:t>
      </w:r>
      <w:r w:rsidR="00521DA3">
        <w:rPr>
          <w:rFonts w:ascii="Times New Roman" w:hAnsi="Times New Roman"/>
          <w:sz w:val="28"/>
          <w:szCs w:val="28"/>
        </w:rPr>
        <w:t xml:space="preserve">оляющих идентифицировать сайты </w:t>
      </w:r>
      <w:r w:rsidRPr="00186B77">
        <w:rPr>
          <w:rFonts w:ascii="Times New Roman" w:hAnsi="Times New Roman"/>
          <w:sz w:val="28"/>
          <w:szCs w:val="28"/>
        </w:rPr>
        <w:t xml:space="preserve">в сети «Интернет», содержащие информацию, распространение которой в Российской Федерации запрещено; проведение работ (услуг), связанных с организацией мероприятий                              по исполнению требований Генерального прокурора Российской Федерации                  по ограничению доступа к информационным ресурсам </w:t>
      </w:r>
      <w:r w:rsidR="00CA2013">
        <w:rPr>
          <w:rFonts w:ascii="Times New Roman" w:hAnsi="Times New Roman"/>
          <w:sz w:val="28"/>
          <w:szCs w:val="28"/>
        </w:rPr>
        <w:t xml:space="preserve">в </w:t>
      </w:r>
      <w:r w:rsidRPr="00186B77">
        <w:rPr>
          <w:rFonts w:ascii="Times New Roman" w:hAnsi="Times New Roman"/>
          <w:sz w:val="28"/>
          <w:szCs w:val="28"/>
        </w:rPr>
        <w:t>сети «Интернет», содержащим призывы к массовым беспорядкам, осуществлению экстремистской деятельности, участию в массовых (публичных) мероприятиях, проводимых с нарушением установленного порядка.</w:t>
      </w:r>
    </w:p>
    <w:p w:rsidR="00186B77" w:rsidRPr="00186B77" w:rsidRDefault="00186B77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8. Работы по обеспечению выпуска государственных средств массовой информации.</w:t>
      </w:r>
    </w:p>
    <w:p w:rsidR="00186B77" w:rsidRPr="00186B77" w:rsidRDefault="00186B77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9. Выполнение работ по обеспечению защиты сведений, составляющих государственную тайну.</w:t>
      </w:r>
    </w:p>
    <w:p w:rsidR="00186B77" w:rsidRPr="00186B77" w:rsidRDefault="00186B77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 xml:space="preserve">10. </w:t>
      </w:r>
      <w:proofErr w:type="gramStart"/>
      <w:r w:rsidRPr="00186B77">
        <w:rPr>
          <w:rFonts w:ascii="Times New Roman" w:hAnsi="Times New Roman"/>
          <w:sz w:val="28"/>
          <w:szCs w:val="28"/>
        </w:rPr>
        <w:t>Проведение работ, связанных с внедрением технических и иных средств, необходимых для осуществления оперативно-розыскных мероприятий на сетях связи и коммутационном оборудовании, обеспечением возможности проведения оперативно-розыскных мероприятий в соответствии с действующим законодательством Российской Федерации, а также обеспечением режима конфиденциальности и коммерческой тайны                              в отношении информации ограниченного распространения, защиты информации, информационных ресурсов и персональных данных.</w:t>
      </w:r>
      <w:proofErr w:type="gramEnd"/>
    </w:p>
    <w:p w:rsidR="00186B77" w:rsidRPr="00186B77" w:rsidRDefault="00186B77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11.</w:t>
      </w:r>
      <w:r w:rsidR="00521DA3">
        <w:rPr>
          <w:rFonts w:ascii="Times New Roman" w:hAnsi="Times New Roman"/>
          <w:sz w:val="28"/>
          <w:szCs w:val="28"/>
        </w:rPr>
        <w:t> </w:t>
      </w:r>
      <w:r w:rsidRPr="00186B77">
        <w:rPr>
          <w:rFonts w:ascii="Times New Roman" w:hAnsi="Times New Roman"/>
          <w:sz w:val="28"/>
          <w:szCs w:val="28"/>
        </w:rPr>
        <w:t>Работы, связанные с обеспечением функционирования участков документальной связи организаций, организаций специальной связи; осуществление работ по техническому обслуживанию шифровальных (криптографических) средств.</w:t>
      </w:r>
    </w:p>
    <w:p w:rsidR="00186B77" w:rsidRPr="00186B77" w:rsidRDefault="00186B77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12.</w:t>
      </w:r>
      <w:r w:rsidR="00521DA3">
        <w:rPr>
          <w:rFonts w:ascii="Times New Roman" w:hAnsi="Times New Roman"/>
          <w:sz w:val="28"/>
          <w:szCs w:val="28"/>
        </w:rPr>
        <w:t> </w:t>
      </w:r>
      <w:r w:rsidRPr="00186B77">
        <w:rPr>
          <w:rFonts w:ascii="Times New Roman" w:hAnsi="Times New Roman"/>
          <w:sz w:val="28"/>
          <w:szCs w:val="28"/>
        </w:rPr>
        <w:t xml:space="preserve">Работы по организации мобилизационной подготовки и выполнению возложенных на организации мобилизационных заданий, подготовке к ведению и ведению гражданской обороны, выполнению мероприятий по защите </w:t>
      </w:r>
      <w:r w:rsidR="00521DA3">
        <w:rPr>
          <w:rFonts w:ascii="Times New Roman" w:hAnsi="Times New Roman"/>
          <w:sz w:val="28"/>
          <w:szCs w:val="28"/>
        </w:rPr>
        <w:t>персонала и объектов организаций</w:t>
      </w:r>
      <w:r w:rsidRPr="00186B77">
        <w:rPr>
          <w:rFonts w:ascii="Times New Roman" w:hAnsi="Times New Roman"/>
          <w:sz w:val="28"/>
          <w:szCs w:val="28"/>
        </w:rPr>
        <w:t xml:space="preserve"> от ЧС</w:t>
      </w:r>
      <w:r w:rsidR="009F0984">
        <w:rPr>
          <w:rFonts w:ascii="Times New Roman" w:hAnsi="Times New Roman"/>
          <w:sz w:val="28"/>
          <w:szCs w:val="28"/>
        </w:rPr>
        <w:t xml:space="preserve"> природного</w:t>
      </w:r>
      <w:r w:rsidRPr="00186B77">
        <w:rPr>
          <w:rFonts w:ascii="Times New Roman" w:hAnsi="Times New Roman"/>
          <w:sz w:val="28"/>
          <w:szCs w:val="28"/>
        </w:rPr>
        <w:t xml:space="preserve"> и техногенного характера.</w:t>
      </w:r>
    </w:p>
    <w:p w:rsidR="00186B77" w:rsidRPr="00186B77" w:rsidRDefault="00521DA3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13. </w:t>
      </w:r>
      <w:r w:rsidR="00186B77" w:rsidRPr="00186B77">
        <w:rPr>
          <w:rFonts w:ascii="Times New Roman" w:hAnsi="Times New Roman"/>
          <w:sz w:val="28"/>
          <w:szCs w:val="28"/>
        </w:rPr>
        <w:t>Работы, связанные с обеспечением проведения государственных испытаний вооружения, военной техники на полигонах с участием военных частей и организаций.</w:t>
      </w:r>
    </w:p>
    <w:p w:rsidR="00186B77" w:rsidRPr="00186B77" w:rsidRDefault="00521DA3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14. </w:t>
      </w:r>
      <w:r w:rsidR="00186B77" w:rsidRPr="00186B77">
        <w:rPr>
          <w:rFonts w:ascii="Times New Roman" w:hAnsi="Times New Roman"/>
          <w:sz w:val="28"/>
          <w:szCs w:val="28"/>
        </w:rPr>
        <w:t>Работы по предоставлению бесплатной справочной информации                    о номерах телефонов аварийно-спасательных служб, органов власти                              и управления, медицинских организаций и организаций социальной сферы, стратегически важных объектов и предприятий, учреждений уголовно-исполнительной системы, организаций торговли лекарственными средствами.</w:t>
      </w:r>
    </w:p>
    <w:p w:rsidR="00186B77" w:rsidRPr="00186B77" w:rsidRDefault="00521DA3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15. </w:t>
      </w:r>
      <w:r w:rsidR="00186B77" w:rsidRPr="00186B77">
        <w:rPr>
          <w:rFonts w:ascii="Times New Roman" w:hAnsi="Times New Roman"/>
          <w:sz w:val="28"/>
          <w:szCs w:val="28"/>
        </w:rPr>
        <w:t>Научно-исследовательские работы, связанные с обеспечением безопасности людей, их жизни и здоровья, а также жизненно важных интересов общества.</w:t>
      </w:r>
    </w:p>
    <w:p w:rsidR="00186B77" w:rsidRPr="00186B77" w:rsidRDefault="00521DA3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16. </w:t>
      </w:r>
      <w:r w:rsidR="00186B77" w:rsidRPr="00186B77">
        <w:rPr>
          <w:rFonts w:ascii="Times New Roman" w:hAnsi="Times New Roman"/>
          <w:sz w:val="28"/>
          <w:szCs w:val="28"/>
        </w:rPr>
        <w:t>Работы, связанные с обеспечением охраны жизни и здоровья обучающихся, воспитанников, находящихся непрерывно в образовательных организациях в течение учебного года или круглосуточно.</w:t>
      </w:r>
    </w:p>
    <w:p w:rsidR="00186B77" w:rsidRPr="00186B77" w:rsidRDefault="00521DA3" w:rsidP="00186B7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17. </w:t>
      </w:r>
      <w:r w:rsidR="00186B77" w:rsidRPr="00186B77">
        <w:rPr>
          <w:rFonts w:ascii="Times New Roman" w:hAnsi="Times New Roman"/>
          <w:sz w:val="28"/>
          <w:szCs w:val="28"/>
        </w:rPr>
        <w:t>Работы по организации питания работников, находящихся на сменном режиме работы, работы по обеспечению безопасности работников, осуществляющих выполнение ра</w:t>
      </w:r>
      <w:r>
        <w:rPr>
          <w:rFonts w:ascii="Times New Roman" w:hAnsi="Times New Roman"/>
          <w:sz w:val="28"/>
          <w:szCs w:val="28"/>
        </w:rPr>
        <w:t>бот, предусмотренных настоящим р</w:t>
      </w:r>
      <w:r w:rsidR="00186B77" w:rsidRPr="00186B77">
        <w:rPr>
          <w:rFonts w:ascii="Times New Roman" w:hAnsi="Times New Roman"/>
          <w:sz w:val="28"/>
          <w:szCs w:val="28"/>
        </w:rPr>
        <w:t>егиональным перечнем, а также организация транспортного обеспечения в целях доставки работников до места выполнения указанных работ.</w:t>
      </w:r>
    </w:p>
    <w:p w:rsidR="00186B77" w:rsidRPr="00186B77" w:rsidRDefault="00186B77" w:rsidP="00186B77">
      <w:pPr>
        <w:jc w:val="both"/>
        <w:rPr>
          <w:rFonts w:ascii="Times New Roman" w:hAnsi="Times New Roman"/>
          <w:sz w:val="28"/>
          <w:szCs w:val="28"/>
        </w:rPr>
      </w:pPr>
    </w:p>
    <w:p w:rsidR="00186B77" w:rsidRPr="00186B77" w:rsidRDefault="00186B77" w:rsidP="00186B77">
      <w:pPr>
        <w:jc w:val="both"/>
        <w:rPr>
          <w:rFonts w:ascii="Times New Roman" w:hAnsi="Times New Roman"/>
          <w:sz w:val="28"/>
          <w:szCs w:val="28"/>
        </w:rPr>
      </w:pPr>
    </w:p>
    <w:p w:rsidR="00190FF9" w:rsidRPr="00190FF9" w:rsidRDefault="00186B77" w:rsidP="00186B77">
      <w:pPr>
        <w:jc w:val="center"/>
        <w:rPr>
          <w:rFonts w:ascii="Times New Roman" w:hAnsi="Times New Roman"/>
          <w:sz w:val="28"/>
          <w:szCs w:val="28"/>
        </w:rPr>
      </w:pPr>
      <w:r w:rsidRPr="00186B77">
        <w:rPr>
          <w:rFonts w:ascii="Times New Roman" w:hAnsi="Times New Roman"/>
          <w:sz w:val="28"/>
          <w:szCs w:val="28"/>
        </w:rPr>
        <w:t>_____________</w:t>
      </w:r>
    </w:p>
    <w:sectPr w:rsidR="00190FF9" w:rsidRPr="00190FF9" w:rsidSect="00521DA3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E97" w:rsidRDefault="00972E97">
      <w:r>
        <w:separator/>
      </w:r>
    </w:p>
  </w:endnote>
  <w:endnote w:type="continuationSeparator" w:id="0">
    <w:p w:rsidR="00972E97" w:rsidRDefault="0097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6E3BD8">
          <w:pPr>
            <w:pStyle w:val="a6"/>
          </w:pPr>
          <w:r>
            <w:rPr>
              <w:noProof/>
            </w:rPr>
            <w:drawing>
              <wp:inline distT="0" distB="0" distL="0" distR="0" wp14:anchorId="2519F6F2" wp14:editId="70236E43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6E3BD8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A4A0411" wp14:editId="248AC017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521DA3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6659  06.03.2019 15:23:02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E97" w:rsidRDefault="00972E97">
      <w:r>
        <w:separator/>
      </w:r>
    </w:p>
  </w:footnote>
  <w:footnote w:type="continuationSeparator" w:id="0">
    <w:p w:rsidR="00972E97" w:rsidRDefault="00972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F271B9">
      <w:rPr>
        <w:rStyle w:val="a8"/>
        <w:rFonts w:ascii="Times New Roman" w:hAnsi="Times New Roman"/>
        <w:noProof/>
        <w:sz w:val="28"/>
        <w:szCs w:val="28"/>
      </w:rPr>
      <w:t>3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3pt;height:11.1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KQ+Fz3ryLqa7TY7kFGRkXmh1Vc=" w:salt="Bs4aXGez2uMUwOpWYgEOV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BD8"/>
    <w:rsid w:val="0001360F"/>
    <w:rsid w:val="000331B3"/>
    <w:rsid w:val="00033413"/>
    <w:rsid w:val="00037C0C"/>
    <w:rsid w:val="000502A3"/>
    <w:rsid w:val="00053FB1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86B77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16C9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23DB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41BD8"/>
    <w:rsid w:val="00360A40"/>
    <w:rsid w:val="003870C2"/>
    <w:rsid w:val="003B234A"/>
    <w:rsid w:val="003D3B8A"/>
    <w:rsid w:val="003D54F8"/>
    <w:rsid w:val="003F4F5E"/>
    <w:rsid w:val="00400906"/>
    <w:rsid w:val="00402933"/>
    <w:rsid w:val="0042590E"/>
    <w:rsid w:val="00437F65"/>
    <w:rsid w:val="004511C2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21DA3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102"/>
    <w:rsid w:val="005F2ADD"/>
    <w:rsid w:val="005F2C49"/>
    <w:rsid w:val="005F3D55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1E04"/>
    <w:rsid w:val="00684A5B"/>
    <w:rsid w:val="006A1F71"/>
    <w:rsid w:val="006E3BD8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663D9"/>
    <w:rsid w:val="00774253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C667B"/>
    <w:rsid w:val="008E6C41"/>
    <w:rsid w:val="008F0816"/>
    <w:rsid w:val="008F5424"/>
    <w:rsid w:val="008F6BB7"/>
    <w:rsid w:val="00900F42"/>
    <w:rsid w:val="00932E3C"/>
    <w:rsid w:val="009573D3"/>
    <w:rsid w:val="00972E97"/>
    <w:rsid w:val="009977FF"/>
    <w:rsid w:val="009A085B"/>
    <w:rsid w:val="009C1DE6"/>
    <w:rsid w:val="009C1F0E"/>
    <w:rsid w:val="009D3E8C"/>
    <w:rsid w:val="009E3A0E"/>
    <w:rsid w:val="009F0984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F4F5F"/>
    <w:rsid w:val="00C04EEB"/>
    <w:rsid w:val="00C075A4"/>
    <w:rsid w:val="00C10F12"/>
    <w:rsid w:val="00C11826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A2013"/>
    <w:rsid w:val="00CB3CBE"/>
    <w:rsid w:val="00CD7AF5"/>
    <w:rsid w:val="00CF03D8"/>
    <w:rsid w:val="00D015D5"/>
    <w:rsid w:val="00D03D68"/>
    <w:rsid w:val="00D266DD"/>
    <w:rsid w:val="00D32B04"/>
    <w:rsid w:val="00D374E7"/>
    <w:rsid w:val="00D41F93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DE17F2"/>
    <w:rsid w:val="00DF5BC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296"/>
    <w:rsid w:val="00EA2FD3"/>
    <w:rsid w:val="00EB7CE9"/>
    <w:rsid w:val="00EC433F"/>
    <w:rsid w:val="00ED1FDE"/>
    <w:rsid w:val="00F06EFB"/>
    <w:rsid w:val="00F1529E"/>
    <w:rsid w:val="00F16F07"/>
    <w:rsid w:val="00F271B9"/>
    <w:rsid w:val="00F45B7C"/>
    <w:rsid w:val="00F45FCE"/>
    <w:rsid w:val="00F9334F"/>
    <w:rsid w:val="00F97D7F"/>
    <w:rsid w:val="00FA122C"/>
    <w:rsid w:val="00FA3B95"/>
    <w:rsid w:val="00FC1278"/>
    <w:rsid w:val="00FE7735"/>
    <w:rsid w:val="00FF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14</TotalTime>
  <Pages>3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12</cp:revision>
  <cp:lastPrinted>2008-04-23T08:17:00Z</cp:lastPrinted>
  <dcterms:created xsi:type="dcterms:W3CDTF">2019-01-25T08:46:00Z</dcterms:created>
  <dcterms:modified xsi:type="dcterms:W3CDTF">2019-04-10T06:30:00Z</dcterms:modified>
</cp:coreProperties>
</file>